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38" w:rsidRDefault="0040333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9" o:spid="_x0000_s1026" type="#_x0000_t75" style="position:absolute;margin-left:9pt;margin-top:252pt;width:120.7pt;height:103.9pt;z-index:251654144;visibility:visible">
            <v:imagedata r:id="rId4" o:title=""/>
          </v:shape>
        </w:pict>
      </w:r>
      <w:r>
        <w:rPr>
          <w:noProof/>
        </w:rPr>
        <w:pict>
          <v:shape id="Picture 28" o:spid="_x0000_s1027" type="#_x0000_t75" style="position:absolute;margin-left:346.55pt;margin-top:248.6pt;width:123.5pt;height:128.4pt;z-index:251657216;visibility:visible">
            <v:imagedata r:id="rId5" o:title=""/>
          </v:shape>
        </w:pict>
      </w:r>
      <w:r>
        <w:rPr>
          <w:noProof/>
        </w:rPr>
        <w:pict>
          <v:shape id="Picture 25" o:spid="_x0000_s1028" type="#_x0000_t75" style="position:absolute;margin-left:244.65pt;margin-top:248.6pt;width:105.1pt;height:128.35pt;z-index:251658240;visibility:visible">
            <v:imagedata r:id="rId6" o:title=""/>
          </v:shape>
        </w:pict>
      </w:r>
      <w:r>
        <w:rPr>
          <w:noProof/>
        </w:rPr>
        <w:pict>
          <v:shape id="Picture 30" o:spid="_x0000_s1029" type="#_x0000_t75" style="position:absolute;margin-left:133.8pt;margin-top:248.6pt;width:115pt;height:103.9pt;z-index:251660288;visibility:visible">
            <v:imagedata r:id="rId7" o:title=""/>
          </v:shape>
        </w:pict>
      </w:r>
      <w:r>
        <w:rPr>
          <w:noProof/>
        </w:rPr>
        <w:pict>
          <v:shape id="il_fi" o:spid="_x0000_i1025" type="#_x0000_t75" alt="http://www.medicaltourismmag.com/upload/articles/hospitality-and-humanization-for-overall-patient-satisfaction-main.jpg" style="width:102pt;height:106.5pt;visibility:visible">
            <v:imagedata r:id="rId8" o:title=""/>
          </v:shape>
        </w:pict>
      </w:r>
      <w:r>
        <w:rPr>
          <w:noProof/>
        </w:rPr>
        <w:pict>
          <v:shape id="_x0000_i1026" type="#_x0000_t75" alt="http://fc02.deviantart.net/fs70/i/2010/140/7/b/My_Closet_by_Humanization.jpg" style="width:93.75pt;height:111pt;visibility:visible">
            <v:imagedata r:id="rId9" o:title=""/>
          </v:shape>
        </w:pict>
      </w:r>
      <w:r>
        <w:rPr>
          <w:noProof/>
        </w:rPr>
        <w:pict>
          <v:shape id="_x0000_i1027" type="#_x0000_t75" alt="http://i.ytimg.com/vi/-H9qjF4vNxE/0.jpg" style="width:151.5pt;height:108pt;visibility:visible">
            <v:imagedata r:id="rId10" o:title=""/>
          </v:shape>
        </w:pict>
      </w:r>
      <w:r>
        <w:rPr>
          <w:noProof/>
        </w:rPr>
        <w:pict>
          <v:shape id="_x0000_i1028" type="#_x0000_t75" alt="http://mcshortstack.files.wordpress.com/2010/05/audrey-hepburn-unicef-audrey-hepburn-1004227_795_448.jpg" style="width:96pt;height:120.75pt;visibility:visible">
            <v:imagedata r:id="rId11" o:title=""/>
          </v:shape>
        </w:pict>
      </w:r>
      <w:r>
        <w:rPr>
          <w:noProof/>
        </w:rPr>
        <w:pict>
          <v:shape id="_x0000_i1029" type="#_x0000_t75" alt="http://th09.deviantart.net/fs71/PRE/i/2010/157/b/6/Peace_by_Humanization.jpg" style="width:87pt;height:116.25pt;visibility:visible">
            <v:imagedata r:id="rId12" o:title=""/>
          </v:shape>
        </w:pict>
      </w:r>
      <w:r>
        <w:rPr>
          <w:noProof/>
        </w:rPr>
        <w:pict>
          <v:shape id="Picture 22" o:spid="_x0000_i1030" type="#_x0000_t75" style="width:114.75pt;height:120.75pt;visibility:visible">
            <v:imagedata r:id="rId13" o:title=""/>
          </v:shape>
        </w:pict>
      </w:r>
      <w:r>
        <w:rPr>
          <w:noProof/>
        </w:rPr>
        <w:pict>
          <v:shape id="Picture 23" o:spid="_x0000_i1031" type="#_x0000_t75" style="width:132.75pt;height:111.75pt;visibility:visible">
            <v:imagedata r:id="rId14" o:title=""/>
          </v:shape>
        </w:pict>
      </w:r>
      <w:r>
        <w:rPr>
          <w:noProof/>
        </w:rPr>
        <w:pict>
          <v:shape id="Picture 26" o:spid="_x0000_i1032" type="#_x0000_t75" style="width:125.25pt;height:120.75pt;visibility:visible">
            <v:imagedata r:id="rId15" o:title=""/>
          </v:shape>
        </w:pict>
      </w:r>
    </w:p>
    <w:p w:rsidR="00403338" w:rsidRDefault="00403338"/>
    <w:p w:rsidR="00403338" w:rsidRDefault="00403338"/>
    <w:p w:rsidR="00403338" w:rsidRDefault="00403338"/>
    <w:p w:rsidR="00403338" w:rsidRDefault="00403338">
      <w:r>
        <w:rPr>
          <w:noProof/>
        </w:rPr>
        <w:pict>
          <v:shape id="Picture 31" o:spid="_x0000_s1030" type="#_x0000_t75" style="position:absolute;margin-left:126pt;margin-top:19.5pt;width:136.15pt;height:118.2pt;z-index:251656192;visibility:visible">
            <v:imagedata r:id="rId16" o:title=""/>
          </v:shape>
        </w:pict>
      </w:r>
      <w:r>
        <w:rPr>
          <w:noProof/>
        </w:rPr>
        <w:pict>
          <v:shape id="Picture 27" o:spid="_x0000_s1031" type="#_x0000_t75" style="position:absolute;margin-left:-9pt;margin-top:10.5pt;width:124.8pt;height:122.9pt;z-index:251659264;visibility:visible">
            <v:imagedata r:id="rId17" o:title=""/>
          </v:shape>
        </w:pict>
      </w:r>
    </w:p>
    <w:p w:rsidR="00403338" w:rsidRDefault="00403338">
      <w:r>
        <w:rPr>
          <w:noProof/>
        </w:rPr>
        <w:pict>
          <v:shape id="Picture 24" o:spid="_x0000_s1032" type="#_x0000_t75" style="position:absolute;margin-left:351pt;margin-top:23.15pt;width:116pt;height:104.6pt;z-index:251661312;visibility:visible">
            <v:imagedata r:id="rId18" o:title=""/>
          </v:shape>
        </w:pict>
      </w:r>
      <w:r>
        <w:rPr>
          <w:noProof/>
        </w:rPr>
        <w:pict>
          <v:shape id="il_fi" o:spid="_x0000_s1033" type="#_x0000_t75" alt="http://www.accu.or.jp/esd/mt-static/ino/uzbekistan/Inclusive%20group%20in%20kindergarten.JPG" style="position:absolute;margin-left:243pt;margin-top:21.05pt;width:113.95pt;height:94.4pt;z-index:251655168;visibility:visible">
            <v:imagedata r:id="rId19" o:title=""/>
          </v:shape>
        </w:pict>
      </w:r>
    </w:p>
    <w:p w:rsidR="00403338" w:rsidRDefault="00403338"/>
    <w:p w:rsidR="00403338" w:rsidRDefault="00403338"/>
    <w:p w:rsidR="00403338" w:rsidRDefault="00403338"/>
    <w:p w:rsidR="00403338" w:rsidRDefault="00403338"/>
    <w:p w:rsidR="00403338" w:rsidRDefault="00403338"/>
    <w:p w:rsidR="00403338" w:rsidRDefault="00403338"/>
    <w:p w:rsidR="00403338" w:rsidRDefault="00403338" w:rsidP="00BF30AE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33" type="#_x0000_t158" style="width:411pt;height:92.25pt" fillcolor="#3cf" strokecolor="#009" strokeweight="1pt">
            <v:shadow on="t" color="#009" offset="7pt,-7pt"/>
            <v:textpath style="font-family:&quot;Impact&quot;;font-weight:bold;v-text-spacing:52429f;v-text-kern:t" trim="t" fitpath="t" xscale="f" string="&quot;Ease the pain be humane&quot;"/>
          </v:shape>
        </w:pict>
      </w:r>
    </w:p>
    <w:p w:rsidR="00403338" w:rsidRDefault="00403338" w:rsidP="00BF30AE">
      <w:pPr>
        <w:jc w:val="center"/>
      </w:pPr>
    </w:p>
    <w:p w:rsidR="00403338" w:rsidRDefault="00403338" w:rsidP="00BF30AE">
      <w:pPr>
        <w:jc w:val="center"/>
      </w:pPr>
    </w:p>
    <w:sectPr w:rsidR="00403338" w:rsidSect="00406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35D"/>
    <w:rsid w:val="000C73C4"/>
    <w:rsid w:val="00141E0E"/>
    <w:rsid w:val="00184DD6"/>
    <w:rsid w:val="003C5186"/>
    <w:rsid w:val="003C7847"/>
    <w:rsid w:val="00403338"/>
    <w:rsid w:val="0040697C"/>
    <w:rsid w:val="00421EAF"/>
    <w:rsid w:val="00474C9D"/>
    <w:rsid w:val="00497157"/>
    <w:rsid w:val="004A6C79"/>
    <w:rsid w:val="00554BB8"/>
    <w:rsid w:val="0056567C"/>
    <w:rsid w:val="00620E04"/>
    <w:rsid w:val="006F4F7E"/>
    <w:rsid w:val="007E7BE0"/>
    <w:rsid w:val="008E131E"/>
    <w:rsid w:val="009D7E84"/>
    <w:rsid w:val="00BF30AE"/>
    <w:rsid w:val="00C3635D"/>
    <w:rsid w:val="00CB1765"/>
    <w:rsid w:val="00D13348"/>
    <w:rsid w:val="00D965E2"/>
    <w:rsid w:val="00DD2613"/>
    <w:rsid w:val="00DD7313"/>
    <w:rsid w:val="00DF0B10"/>
    <w:rsid w:val="00E5392E"/>
    <w:rsid w:val="00F02989"/>
    <w:rsid w:val="00F16B9C"/>
    <w:rsid w:val="00F4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7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</Words>
  <Characters>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REMARKSES</dc:creator>
  <cp:keywords/>
  <dc:description/>
  <cp:lastModifiedBy>windee morta</cp:lastModifiedBy>
  <cp:revision>2</cp:revision>
  <dcterms:created xsi:type="dcterms:W3CDTF">2012-07-19T10:33:00Z</dcterms:created>
  <dcterms:modified xsi:type="dcterms:W3CDTF">2012-07-19T10:33:00Z</dcterms:modified>
</cp:coreProperties>
</file>